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AF6" w:rsidRDefault="00BC4845" w:rsidP="00BC4845">
      <w:pPr>
        <w:suppressLineNumbers/>
        <w:jc w:val="center"/>
      </w:pPr>
      <w:r>
        <w:t>112</w:t>
      </w:r>
      <w:r w:rsidRPr="00BC4845">
        <w:rPr>
          <w:vertAlign w:val="superscript"/>
        </w:rPr>
        <w:t>th</w:t>
      </w:r>
      <w:r>
        <w:t xml:space="preserve"> Congress</w:t>
      </w:r>
    </w:p>
    <w:p w:rsidR="00BC4845" w:rsidRDefault="00BC4845" w:rsidP="00BC4845">
      <w:pPr>
        <w:suppressLineNumbers/>
        <w:jc w:val="center"/>
      </w:pPr>
      <w:r>
        <w:t>1</w:t>
      </w:r>
      <w:r w:rsidRPr="00BC4845">
        <w:rPr>
          <w:vertAlign w:val="superscript"/>
        </w:rPr>
        <w:t>st</w:t>
      </w:r>
      <w:r>
        <w:t xml:space="preserve"> Session</w:t>
      </w:r>
    </w:p>
    <w:p w:rsidR="00BC4845" w:rsidRDefault="00BC4845" w:rsidP="00BC4845">
      <w:pPr>
        <w:suppressLineNumbers/>
        <w:jc w:val="center"/>
      </w:pPr>
    </w:p>
    <w:p w:rsidR="00BC4845" w:rsidRDefault="00BC4845" w:rsidP="00BC4845">
      <w:pPr>
        <w:suppressLineNumbers/>
        <w:jc w:val="center"/>
      </w:pPr>
      <w:r>
        <w:t>S.</w:t>
      </w:r>
    </w:p>
    <w:p w:rsidR="00BC4845" w:rsidRDefault="00BC4845" w:rsidP="00BC4845">
      <w:pPr>
        <w:suppressLineNumbers/>
        <w:jc w:val="center"/>
      </w:pPr>
    </w:p>
    <w:p w:rsidR="00BC4845" w:rsidRDefault="00BC4845" w:rsidP="00BC4845">
      <w:pPr>
        <w:suppressLineNumbers/>
      </w:pPr>
      <w:r>
        <w:t>The purpose of the bill goes here:</w:t>
      </w:r>
    </w:p>
    <w:p w:rsidR="00BC4845" w:rsidRDefault="00BC4845" w:rsidP="00BC4845">
      <w:pPr>
        <w:suppressLineNumbers/>
      </w:pPr>
    </w:p>
    <w:p w:rsidR="00BC4845" w:rsidRDefault="00BC4845" w:rsidP="00BC4845">
      <w:pPr>
        <w:suppressLineNumbers/>
        <w:jc w:val="center"/>
      </w:pPr>
      <w:r>
        <w:t>IN THE SENATE OF THE UNITED STATES</w:t>
      </w:r>
    </w:p>
    <w:p w:rsidR="00BC4845" w:rsidRDefault="00BC4845" w:rsidP="00BC4845">
      <w:pPr>
        <w:suppressLineNumbers/>
        <w:jc w:val="center"/>
      </w:pPr>
    </w:p>
    <w:p w:rsidR="00BC4845" w:rsidRDefault="00BC4845" w:rsidP="00BC4845">
      <w:pPr>
        <w:suppressLineNumbers/>
        <w:jc w:val="center"/>
        <w:rPr>
          <w:b/>
        </w:rPr>
      </w:pPr>
      <w:r>
        <w:rPr>
          <w:b/>
        </w:rPr>
        <w:t>MAY 09, 2011</w:t>
      </w:r>
    </w:p>
    <w:p w:rsidR="00BC4845" w:rsidRDefault="00BC4845" w:rsidP="00BC4845">
      <w:pPr>
        <w:suppressLineNumbers/>
      </w:pPr>
      <w:r>
        <w:t>Ms. WISE introduced the following bill; which was read twice and referred to the Committee on__________.</w:t>
      </w:r>
    </w:p>
    <w:p w:rsidR="00BC4845" w:rsidRDefault="00BC4845" w:rsidP="00BC4845">
      <w:pPr>
        <w:suppressLineNumbers/>
      </w:pPr>
      <w:r>
        <w:pict>
          <v:rect id="_x0000_i1025" style="width:0;height:1.5pt" o:hralign="center" o:hrstd="t" o:hr="t" fillcolor="#aca899" stroked="f"/>
        </w:pict>
      </w:r>
    </w:p>
    <w:p w:rsidR="00BC4845" w:rsidRDefault="00BC4845" w:rsidP="00BC4845">
      <w:pPr>
        <w:suppressLineNumbers/>
        <w:jc w:val="center"/>
      </w:pPr>
      <w:r>
        <w:t>A BILL</w:t>
      </w:r>
    </w:p>
    <w:p w:rsidR="00BC4845" w:rsidRDefault="00BC4845" w:rsidP="00BC4845">
      <w:pPr>
        <w:suppressLineNumbers/>
      </w:pPr>
      <w:r>
        <w:t>The purpose is restated here:</w:t>
      </w:r>
    </w:p>
    <w:p w:rsidR="00BC4845" w:rsidRDefault="00BC4845" w:rsidP="00BC4845">
      <w:pPr>
        <w:suppressLineNumbers/>
        <w:rPr>
          <w:b/>
          <w:i/>
        </w:rPr>
      </w:pPr>
      <w:r>
        <w:rPr>
          <w:i/>
        </w:rPr>
        <w:t xml:space="preserve">Be it enacted by the Senate and the House of Representatives in Congress assembled, </w:t>
      </w:r>
    </w:p>
    <w:p w:rsidR="00BC4845" w:rsidRDefault="00BC4845" w:rsidP="00BC4845">
      <w:pPr>
        <w:suppressLineNumbers/>
      </w:pPr>
    </w:p>
    <w:p w:rsidR="00BC4845" w:rsidRDefault="00BC4845" w:rsidP="00BC4845">
      <w:proofErr w:type="gramStart"/>
      <w:r>
        <w:t>SECTION  1</w:t>
      </w:r>
      <w:proofErr w:type="gramEnd"/>
      <w:r>
        <w:t>. TITLE</w:t>
      </w:r>
    </w:p>
    <w:p w:rsidR="00BC4845" w:rsidRDefault="00BC4845" w:rsidP="00BC4845"/>
    <w:p w:rsidR="00BC4845" w:rsidRDefault="00BC4845" w:rsidP="00BC4845">
      <w:r>
        <w:t xml:space="preserve">SECTION 2: FINDINGS </w:t>
      </w:r>
    </w:p>
    <w:p w:rsidR="00BC4845" w:rsidRDefault="00BC4845" w:rsidP="00BC4845"/>
    <w:p w:rsidR="00BC4845" w:rsidRDefault="00BC4845" w:rsidP="00BC4845">
      <w:r>
        <w:t xml:space="preserve">SECTION 3: ELIGIBILTY </w:t>
      </w:r>
    </w:p>
    <w:p w:rsidR="00BC4845" w:rsidRDefault="00BC4845" w:rsidP="00BC4845"/>
    <w:p w:rsidR="00BC4845" w:rsidRPr="00BC4845" w:rsidRDefault="00BC4845" w:rsidP="00BC4845">
      <w:r>
        <w:t>SECTION 4: TERMS AND BENEFITS</w:t>
      </w:r>
    </w:p>
    <w:sectPr w:rsidR="00BC4845" w:rsidRPr="00BC4845" w:rsidSect="00BC4845">
      <w:pgSz w:w="12240" w:h="15840"/>
      <w:pgMar w:top="720" w:right="720" w:bottom="720" w:left="72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BC4845"/>
    <w:rsid w:val="001311C3"/>
    <w:rsid w:val="001F167B"/>
    <w:rsid w:val="00266B5F"/>
    <w:rsid w:val="005655BF"/>
    <w:rsid w:val="009D33ED"/>
    <w:rsid w:val="00A10F78"/>
    <w:rsid w:val="00A4242C"/>
    <w:rsid w:val="00BC4845"/>
    <w:rsid w:val="00F27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6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BC48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arolynT\Application%20Data\Microsoft\Templates\my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mytemplate</Template>
  <TotalTime>41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CarolynT</dc:creator>
  <cp:keywords/>
  <dc:description/>
  <cp:lastModifiedBy>CarolynT</cp:lastModifiedBy>
  <cp:revision>1</cp:revision>
  <dcterms:created xsi:type="dcterms:W3CDTF">2011-05-09T16:04:00Z</dcterms:created>
  <dcterms:modified xsi:type="dcterms:W3CDTF">2011-05-09T16:46:00Z</dcterms:modified>
</cp:coreProperties>
</file>